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72315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A40B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Α1-</w:t>
            </w:r>
            <w:r w:rsidR="0015565B" w:rsidRPr="00DF25B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Ο1.Ε01 </w:t>
            </w:r>
            <w:bookmarkStart w:id="0" w:name="_GoBack"/>
            <w:bookmarkEnd w:id="0"/>
            <w:r w:rsidR="0015565B" w:rsidRPr="00DF25B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Η/Υ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5565B" w:rsidRPr="00DF25B3" w:rsidTr="00A40B4A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Να αναφερθεί ο Κατασκευαστής-Σειρά-Μοντέλο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Να διαθέτει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σασσί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desktop</w:t>
            </w:r>
            <w:proofErr w:type="spellEnd"/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Να διαθέτει κεντρικό επεξεργαστή (CPU) τύπου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Intel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Core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i7 14ης γενιάς ή ισοδύναμο ή καλύτερο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 διαθέτει μνήμη RAM</w:t>
            </w:r>
            <w:r w:rsidRPr="0051562C">
              <w:rPr>
                <w:rFonts w:ascii="Arial" w:eastAsia="Times New Roman" w:hAnsi="Arial" w:cs="Arial"/>
                <w:color w:val="000000"/>
                <w:lang w:eastAsia="el-GR"/>
              </w:rPr>
              <w:t xml:space="preserve"> 16</w:t>
            </w: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GB τύπου DDR5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Να διαθέτει μια εσωτερική μονάδα αποθήκευσης δεδομένων μεγέθους &gt;= 1ΤΒ, τύπου M.2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PCIe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NVMe</w:t>
            </w:r>
            <w:proofErr w:type="spellEnd"/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Να διαθέτει ενσωματωμένη κάρτα γραφικών τύπου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Intel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UHD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Graphics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770 ή ισοδύναμη ή καλύτερη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EF62A6" w:rsidTr="00A40B4A">
        <w:trPr>
          <w:trHeight w:val="85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Να</w:t>
            </w: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διαθέτει</w:t>
            </w: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 xml:space="preserve">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διεπαφές</w:t>
            </w:r>
            <w:proofErr w:type="spellEnd"/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 xml:space="preserve">: , &gt;= 1x Universal Audio Jack, &gt;= 2xUSB 2.0 Type-A, &gt;= 1x USB 3.1Type-C , &gt;= 1x RJ-45 port 10/100/1000 Mbps, &gt;= 2x USB 3.1 Type-A, &gt;= 1x DisplayPort 1.2 </w:t>
            </w: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ή</w:t>
            </w: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/</w:t>
            </w: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και</w:t>
            </w: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 xml:space="preserve"> HDMI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15565B" w:rsidRPr="00DF25B3" w:rsidTr="00A40B4A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Να </w:t>
            </w:r>
            <w:r w:rsidR="001E6292">
              <w:rPr>
                <w:rFonts w:ascii="Arial" w:eastAsia="Times New Roman" w:hAnsi="Arial" w:cs="Arial"/>
                <w:color w:val="000000"/>
                <w:lang w:eastAsia="el-GR"/>
              </w:rPr>
              <w:t>παραδο</w:t>
            </w: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θεί με ποντίκι οπτικό, ενσύρματο, του ίδιου κατασκευαστή με την κεντρική μονάδα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E6292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 παραδο</w:t>
            </w:r>
            <w:r w:rsidR="0015565B"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θεί με πληκτρολόγιο του QWERTY, ενσύρματο, </w:t>
            </w:r>
            <w:proofErr w:type="spellStart"/>
            <w:r w:rsidR="0015565B" w:rsidRPr="00DF25B3">
              <w:rPr>
                <w:rFonts w:ascii="Arial" w:eastAsia="Times New Roman" w:hAnsi="Arial" w:cs="Arial"/>
                <w:color w:val="000000"/>
                <w:lang w:eastAsia="el-GR"/>
              </w:rPr>
              <w:t>διεπαφής</w:t>
            </w:r>
            <w:proofErr w:type="spellEnd"/>
            <w:r w:rsidR="0015565B"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USB, του ίδιου κατασκευαστή με την κεντρική μονάδα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Να έχει πιστοποιήσεις CE, ENERGY STAR, EPEAT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Gold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, TCO 9 και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RoHS</w:t>
            </w:r>
            <w:proofErr w:type="spellEnd"/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5565B" w:rsidRPr="00DF25B3" w:rsidTr="00A40B4A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A40B4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Εγγύηση 3 χρόνια, με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επιστόπια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υποστήριξη (On-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site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) επόμενης εργάσιμης ημέρας (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Next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Business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Day</w:t>
            </w:r>
            <w:proofErr w:type="spellEnd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), με έγγραφη βεβαίωση του κατασκευαστή.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406FB0"/>
    <w:rsid w:val="00723157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185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2025-06-26T08:54:00Z</dcterms:created>
  <dcterms:modified xsi:type="dcterms:W3CDTF">2025-09-10T11:00:00Z</dcterms:modified>
</cp:coreProperties>
</file>